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77" w:rsidRPr="00AB7B77" w:rsidRDefault="00635ECA" w:rsidP="00AB7B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</w:pPr>
      <w:bookmarkStart w:id="0" w:name="_GoBack"/>
      <w:bookmarkEnd w:id="0"/>
      <w:r w:rsidRPr="000D4419">
        <w:rPr>
          <w:rFonts w:ascii="Times New Roman" w:eastAsia="Times New Roman" w:hAnsi="Times New Roman" w:cs="Times New Roman"/>
          <w:b/>
          <w:bCs/>
          <w:sz w:val="32"/>
          <w:szCs w:val="24"/>
        </w:rPr>
        <w:t>Application Requirements</w:t>
      </w:r>
    </w:p>
    <w:p w:rsidR="00AB7B77" w:rsidRPr="00AB7B77" w:rsidRDefault="00AB7B77" w:rsidP="00AB7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B7B77" w:rsidRPr="00AB7B77" w:rsidRDefault="00AB7B77" w:rsidP="00AB7B77">
      <w:pPr>
        <w:tabs>
          <w:tab w:val="left" w:pos="59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</w:p>
    <w:p w:rsidR="00AB7B77" w:rsidRPr="00AB7B77" w:rsidRDefault="00AB7B77" w:rsidP="00AB7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sz w:val="28"/>
          <w:szCs w:val="24"/>
        </w:rPr>
        <w:t>This application will not be considered without the following forms turned in:</w:t>
      </w:r>
    </w:p>
    <w:p w:rsidR="00AB7B77" w:rsidRPr="00AB7B77" w:rsidRDefault="00AB7B77" w:rsidP="00AB7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35A58C" wp14:editId="1D1CC0FB">
                <wp:simplePos x="0" y="0"/>
                <wp:positionH relativeFrom="column">
                  <wp:posOffset>190500</wp:posOffset>
                </wp:positionH>
                <wp:positionV relativeFrom="paragraph">
                  <wp:posOffset>11430</wp:posOffset>
                </wp:positionV>
                <wp:extent cx="228600" cy="228600"/>
                <wp:effectExtent l="9525" t="12065" r="9525" b="6985"/>
                <wp:wrapNone/>
                <wp:docPr id="4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E3A71" id="Rectangle 88" o:spid="_x0000_s1026" style="position:absolute;margin-left:15pt;margin-top:.9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KCHQIAAD0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ab/>
        <w:t xml:space="preserve">Registration folder with completed contact information located on the inside 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cover</w:t>
      </w:r>
    </w:p>
    <w:p w:rsidR="00AB7B77" w:rsidRPr="00AB7B77" w:rsidRDefault="00AB7B77" w:rsidP="00AB7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41DD8" wp14:editId="4B99DE4E">
                <wp:simplePos x="0" y="0"/>
                <wp:positionH relativeFrom="column">
                  <wp:posOffset>190500</wp:posOffset>
                </wp:positionH>
                <wp:positionV relativeFrom="paragraph">
                  <wp:posOffset>50165</wp:posOffset>
                </wp:positionV>
                <wp:extent cx="228600" cy="228600"/>
                <wp:effectExtent l="9525" t="12065" r="9525" b="6985"/>
                <wp:wrapNone/>
                <wp:docPr id="3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09A33" id="Rectangle 87" o:spid="_x0000_s1026" style="position:absolute;margin-left:15pt;margin-top:3.9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Student Questionnaire – to be completed by the student independently (preferably handwritten)</w:t>
      </w:r>
    </w:p>
    <w:p w:rsidR="00AB7B77" w:rsidRPr="00AB7B77" w:rsidRDefault="00AB7B77" w:rsidP="00AB7B77">
      <w:pPr>
        <w:keepNext/>
        <w:spacing w:after="0" w:line="240" w:lineRule="auto"/>
        <w:ind w:left="720"/>
        <w:outlineLvl w:val="5"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keepNext/>
        <w:spacing w:after="0" w:line="480" w:lineRule="auto"/>
        <w:ind w:left="720"/>
        <w:outlineLvl w:val="5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F23378" wp14:editId="2EAD7A55">
                <wp:simplePos x="0" y="0"/>
                <wp:positionH relativeFrom="column">
                  <wp:posOffset>190500</wp:posOffset>
                </wp:positionH>
                <wp:positionV relativeFrom="paragraph">
                  <wp:posOffset>8890</wp:posOffset>
                </wp:positionV>
                <wp:extent cx="228600" cy="228600"/>
                <wp:effectExtent l="9525" t="12700" r="9525" b="6350"/>
                <wp:wrapNone/>
                <wp:docPr id="37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ABF58" id="Rectangle 90" o:spid="_x0000_s1026" style="position:absolute;margin-left:15pt;margin-top:.7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"/>
            </w:pict>
          </mc:Fallback>
        </mc:AlternateContent>
      </w:r>
      <w:r w:rsidR="000D4419">
        <w:rPr>
          <w:rFonts w:ascii="Times New Roman" w:eastAsia="Times New Roman" w:hAnsi="Times New Roman" w:cs="Times New Roman"/>
          <w:sz w:val="28"/>
          <w:szCs w:val="24"/>
        </w:rPr>
        <w:t xml:space="preserve">Parent </w: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Questionnaire</w:t>
      </w:r>
      <w:r w:rsidR="00D239D7">
        <w:rPr>
          <w:rFonts w:ascii="Times New Roman" w:eastAsia="Times New Roman" w:hAnsi="Times New Roman" w:cs="Times New Roman"/>
          <w:sz w:val="28"/>
          <w:szCs w:val="24"/>
        </w:rPr>
        <w:t xml:space="preserve"> &amp; Rating Form</w:t>
      </w:r>
    </w:p>
    <w:p w:rsidR="00AB7B77" w:rsidRDefault="00AB7B77" w:rsidP="00AB7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ACC65" wp14:editId="7AC01D66">
                <wp:simplePos x="0" y="0"/>
                <wp:positionH relativeFrom="column">
                  <wp:posOffset>190500</wp:posOffset>
                </wp:positionH>
                <wp:positionV relativeFrom="paragraph">
                  <wp:posOffset>60325</wp:posOffset>
                </wp:positionV>
                <wp:extent cx="228600" cy="228600"/>
                <wp:effectExtent l="9525" t="12700" r="9525" b="6350"/>
                <wp:wrapNone/>
                <wp:docPr id="3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FE8BA" id="Rectangle 89" o:spid="_x0000_s1026" style="position:absolute;margin-left:15pt;margin-top:4.7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Professional Educator Recommendation Packet (the teacher will send this to the Challenge Program at East)</w:t>
      </w:r>
      <w:r w:rsidR="00702833">
        <w:rPr>
          <w:rFonts w:ascii="Times New Roman" w:eastAsia="Times New Roman" w:hAnsi="Times New Roman" w:cs="Times New Roman"/>
          <w:sz w:val="28"/>
          <w:szCs w:val="24"/>
        </w:rPr>
        <w:t xml:space="preserve"> submitted to: _________________________________ at</w:t>
      </w:r>
    </w:p>
    <w:p w:rsidR="00702833" w:rsidRPr="00AB7B77" w:rsidRDefault="00702833" w:rsidP="00AB7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______________________________ School</w:t>
      </w:r>
    </w:p>
    <w:p w:rsidR="00AB7B77" w:rsidRPr="00AB7B77" w:rsidRDefault="00AB7B77" w:rsidP="00AB7B77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6A16F6" wp14:editId="02FFC206">
                <wp:simplePos x="0" y="0"/>
                <wp:positionH relativeFrom="column">
                  <wp:posOffset>190500</wp:posOffset>
                </wp:positionH>
                <wp:positionV relativeFrom="paragraph">
                  <wp:posOffset>681990</wp:posOffset>
                </wp:positionV>
                <wp:extent cx="228600" cy="228600"/>
                <wp:effectExtent l="9525" t="6350" r="9525" b="12700"/>
                <wp:wrapNone/>
                <wp:docPr id="3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D5AE4" id="Rectangle 94" o:spid="_x0000_s1026" style="position:absolute;margin-left:15pt;margin-top:53.7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1D4AC" wp14:editId="61289B55">
                <wp:simplePos x="0" y="0"/>
                <wp:positionH relativeFrom="column">
                  <wp:posOffset>200025</wp:posOffset>
                </wp:positionH>
                <wp:positionV relativeFrom="paragraph">
                  <wp:posOffset>220980</wp:posOffset>
                </wp:positionV>
                <wp:extent cx="228600" cy="228600"/>
                <wp:effectExtent l="9525" t="10795" r="9525" b="8255"/>
                <wp:wrapNone/>
                <wp:docPr id="3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FE36B" id="Rectangle 85" o:spid="_x0000_s1026" style="position:absolute;margin-left:15.75pt;margin-top:17.4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Copy of MCVSD “Student Assessment History” (an administrator, teacher, or secretary can access this data)</w:t>
      </w:r>
    </w:p>
    <w:p w:rsidR="00AB7B77" w:rsidRPr="00AB7B77" w:rsidRDefault="00AB7B77" w:rsidP="00AB7B77">
      <w:pPr>
        <w:keepNext/>
        <w:spacing w:after="0" w:line="480" w:lineRule="auto"/>
        <w:ind w:left="360"/>
        <w:outlineLvl w:val="4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0DFF9" wp14:editId="4EAD00F0">
                <wp:simplePos x="0" y="0"/>
                <wp:positionH relativeFrom="column">
                  <wp:posOffset>190500</wp:posOffset>
                </wp:positionH>
                <wp:positionV relativeFrom="paragraph">
                  <wp:posOffset>387350</wp:posOffset>
                </wp:positionV>
                <wp:extent cx="228600" cy="228600"/>
                <wp:effectExtent l="9525" t="6350" r="9525" b="12700"/>
                <wp:wrapNone/>
                <wp:docPr id="3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1F771" id="Rectangle 86" o:spid="_x0000_s1026" style="position:absolute;margin-left:15pt;margin-top:30.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Copy of any other testing (optional)</w:t>
      </w:r>
    </w:p>
    <w:p w:rsidR="00AB7B77" w:rsidRPr="00AB7B77" w:rsidRDefault="00AB7B77" w:rsidP="00AB7B77">
      <w:pPr>
        <w:spacing w:after="0" w:line="48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sz w:val="28"/>
          <w:szCs w:val="24"/>
        </w:rPr>
        <w:t>Copy of most recent report card</w:t>
      </w:r>
    </w:p>
    <w:p w:rsidR="00AB7B77" w:rsidRPr="00AB7B77" w:rsidRDefault="00AB7B77" w:rsidP="00AB7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6C004" wp14:editId="49D14832">
                <wp:simplePos x="0" y="0"/>
                <wp:positionH relativeFrom="column">
                  <wp:posOffset>200025</wp:posOffset>
                </wp:positionH>
                <wp:positionV relativeFrom="paragraph">
                  <wp:posOffset>54610</wp:posOffset>
                </wp:positionV>
                <wp:extent cx="228600" cy="228600"/>
                <wp:effectExtent l="9525" t="6350" r="9525" b="12700"/>
                <wp:wrapNone/>
                <wp:docPr id="32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C30F5" id="Rectangle 92" o:spid="_x0000_s1026" style="position:absolute;margin-left:15.75pt;margin-top:4.3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>Signature page that indicates you have read and agreed to the information in the Challenge Program Policy Handbook.</w:t>
      </w:r>
    </w:p>
    <w:p w:rsidR="00AB7B77" w:rsidRDefault="00AB7B77" w:rsidP="00AB7B77">
      <w:pPr>
        <w:spacing w:before="240"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4"/>
          <w:u w:val="single"/>
        </w:rPr>
      </w:pPr>
      <w:r w:rsidRPr="00AB7B77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E2CB8" wp14:editId="58067246">
                <wp:simplePos x="0" y="0"/>
                <wp:positionH relativeFrom="column">
                  <wp:posOffset>200025</wp:posOffset>
                </wp:positionH>
                <wp:positionV relativeFrom="paragraph">
                  <wp:posOffset>217170</wp:posOffset>
                </wp:positionV>
                <wp:extent cx="228600" cy="228600"/>
                <wp:effectExtent l="9525" t="6985" r="9525" b="12065"/>
                <wp:wrapNone/>
                <wp:docPr id="31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75630" id="Rectangle 93" o:spid="_x0000_s1026" style="position:absolute;margin-left:15.75pt;margin-top:17.1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"/>
            </w:pict>
          </mc:Fallback>
        </mc:AlternateConten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 xml:space="preserve">Cognitive Abilities Test - To be administered at Basil T. Knight Center, 2523 F Road. </w:t>
      </w:r>
      <w:r w:rsidRPr="00AB7B77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Please choose one testing time and you must RSVP ahead of time.</w:t>
      </w:r>
      <w:r w:rsidRPr="00AB7B77">
        <w:rPr>
          <w:rFonts w:ascii="Times New Roman" w:eastAsia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AB7B77" w:rsidRPr="00AB7B77" w:rsidRDefault="00AB7B77" w:rsidP="00AB7B7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numPr>
          <w:ilvl w:val="0"/>
          <w:numId w:val="1"/>
        </w:num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sz w:val="28"/>
          <w:szCs w:val="24"/>
        </w:rPr>
        <w:t xml:space="preserve">Friday, February 13      </w:t>
      </w:r>
      <w:r w:rsidRPr="00AB7B77">
        <w:rPr>
          <w:rFonts w:ascii="Times New Roman" w:eastAsia="Times New Roman" w:hAnsi="Times New Roman" w:cs="Times New Roman"/>
          <w:sz w:val="28"/>
          <w:szCs w:val="24"/>
        </w:rPr>
        <w:tab/>
        <w:t>8:45-11:15</w:t>
      </w:r>
    </w:p>
    <w:p w:rsidR="00AB7B77" w:rsidRPr="00AB7B77" w:rsidRDefault="00AB7B77" w:rsidP="00AB7B77">
      <w:pPr>
        <w:spacing w:before="240"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4"/>
        </w:rPr>
      </w:pPr>
    </w:p>
    <w:p w:rsidR="00AB7B77" w:rsidRPr="00AB7B77" w:rsidRDefault="00AB7B77" w:rsidP="00AB7B77">
      <w:pPr>
        <w:numPr>
          <w:ilvl w:val="0"/>
          <w:numId w:val="1"/>
        </w:num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sz w:val="28"/>
          <w:szCs w:val="24"/>
        </w:rPr>
        <w:t>Monday , February 16     8:45-11:15  or   1:00-3:30</w:t>
      </w:r>
    </w:p>
    <w:p w:rsidR="00AB7B77" w:rsidRPr="00AB7B77" w:rsidRDefault="00AB7B77" w:rsidP="00AB7B77">
      <w:pPr>
        <w:spacing w:before="240"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b/>
          <w:sz w:val="28"/>
          <w:szCs w:val="24"/>
        </w:rPr>
        <w:t>*Plan to arrive 15 minutes early to register your child.</w:t>
      </w:r>
    </w:p>
    <w:p w:rsidR="00AB7B77" w:rsidRPr="000D4419" w:rsidRDefault="00AB7B77" w:rsidP="000D4419">
      <w:pPr>
        <w:spacing w:before="24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41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Please return application by the end of the school day on </w:t>
      </w:r>
      <w:r w:rsidR="000D4419" w:rsidRPr="000D4419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</w:rPr>
        <w:t>February 27</w:t>
      </w:r>
      <w:r w:rsidRPr="000D4419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</w:rPr>
        <w:t>, 2015</w:t>
      </w:r>
      <w:r w:rsidRPr="000D4419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</w:t>
      </w:r>
      <w:r w:rsidRPr="000D4419">
        <w:rPr>
          <w:rFonts w:ascii="Times New Roman" w:eastAsia="Times New Roman" w:hAnsi="Times New Roman" w:cs="Times New Roman"/>
          <w:b/>
          <w:bCs/>
          <w:sz w:val="28"/>
          <w:szCs w:val="24"/>
        </w:rPr>
        <w:t>to:</w:t>
      </w:r>
    </w:p>
    <w:p w:rsidR="00AB7B77" w:rsidRPr="00AB7B77" w:rsidRDefault="00AB7B77" w:rsidP="00AB7B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B7B77" w:rsidRPr="00AB7B77" w:rsidRDefault="00AB7B77" w:rsidP="00AB7B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bCs/>
          <w:sz w:val="28"/>
          <w:szCs w:val="24"/>
        </w:rPr>
        <w:t xml:space="preserve">East Middle School </w:t>
      </w:r>
    </w:p>
    <w:p w:rsidR="00AB7B77" w:rsidRPr="00AB7B77" w:rsidRDefault="00AB7B77" w:rsidP="00AB7B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bCs/>
          <w:sz w:val="28"/>
          <w:szCs w:val="24"/>
        </w:rPr>
        <w:t>A</w:t>
      </w:r>
      <w:r w:rsidRPr="00AB7B77">
        <w:rPr>
          <w:rFonts w:ascii="Times New Roman" w:eastAsia="Times New Roman" w:hAnsi="Times New Roman" w:cs="Times New Roman"/>
          <w:bCs/>
          <w:i/>
          <w:iCs/>
          <w:sz w:val="28"/>
          <w:szCs w:val="24"/>
        </w:rPr>
        <w:t>ttention: Challenge Program</w:t>
      </w:r>
    </w:p>
    <w:p w:rsidR="00AB7B77" w:rsidRPr="00AB7B77" w:rsidRDefault="00AB7B77" w:rsidP="00AB7B7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7B77">
        <w:rPr>
          <w:rFonts w:ascii="Times New Roman" w:eastAsia="Times New Roman" w:hAnsi="Times New Roman" w:cs="Times New Roman"/>
          <w:sz w:val="24"/>
          <w:szCs w:val="24"/>
        </w:rPr>
        <w:t xml:space="preserve">830 Gunnison Avenue </w:t>
      </w:r>
    </w:p>
    <w:p w:rsidR="004550B8" w:rsidRPr="00AB7B77" w:rsidRDefault="00AB7B77" w:rsidP="00AB7B77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B7B77">
        <w:rPr>
          <w:rFonts w:ascii="Times New Roman" w:eastAsia="Times New Roman" w:hAnsi="Times New Roman" w:cs="Times New Roman"/>
          <w:sz w:val="24"/>
          <w:szCs w:val="24"/>
        </w:rPr>
        <w:t>Grand Junction, CO  81501</w:t>
      </w:r>
    </w:p>
    <w:sectPr w:rsidR="004550B8" w:rsidRPr="00AB7B77" w:rsidSect="00AB7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04" w:rsidRDefault="00863704" w:rsidP="00863704">
      <w:pPr>
        <w:spacing w:after="0" w:line="240" w:lineRule="auto"/>
      </w:pPr>
      <w:r>
        <w:separator/>
      </w:r>
    </w:p>
  </w:endnote>
  <w:endnote w:type="continuationSeparator" w:id="0">
    <w:p w:rsidR="00863704" w:rsidRDefault="00863704" w:rsidP="00863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57" w:rsidRDefault="00BC34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57" w:rsidRDefault="00BC34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57" w:rsidRDefault="00BC34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04" w:rsidRDefault="00863704" w:rsidP="00863704">
      <w:pPr>
        <w:spacing w:after="0" w:line="240" w:lineRule="auto"/>
      </w:pPr>
      <w:r>
        <w:separator/>
      </w:r>
    </w:p>
  </w:footnote>
  <w:footnote w:type="continuationSeparator" w:id="0">
    <w:p w:rsidR="00863704" w:rsidRDefault="00863704" w:rsidP="00863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57" w:rsidRDefault="00BC34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0A4" w:rsidRPr="002B30A4" w:rsidRDefault="002B30A4" w:rsidP="002B30A4">
    <w:pPr>
      <w:pStyle w:val="Header"/>
      <w:jc w:val="center"/>
      <w:rPr>
        <w:rFonts w:ascii="Palatino Linotype" w:hAnsi="Palatino Linotype"/>
        <w:b/>
        <w:sz w:val="32"/>
      </w:rPr>
    </w:pPr>
    <w:r w:rsidRPr="00BC3457">
      <w:rPr>
        <w:rFonts w:ascii="Palatino Linotype" w:hAnsi="Palatino Linotype"/>
        <w:b/>
        <w:sz w:val="28"/>
      </w:rPr>
      <w:t>THE CHALLENGE PROGRAM</w:t>
    </w:r>
  </w:p>
  <w:p w:rsidR="00863704" w:rsidRDefault="008637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57" w:rsidRDefault="00BC34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799"/>
    <w:multiLevelType w:val="hybridMultilevel"/>
    <w:tmpl w:val="355A4296"/>
    <w:lvl w:ilvl="0" w:tplc="E4EE1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B77"/>
    <w:rsid w:val="000D4419"/>
    <w:rsid w:val="002B30A4"/>
    <w:rsid w:val="00326A25"/>
    <w:rsid w:val="003C31DF"/>
    <w:rsid w:val="004550B8"/>
    <w:rsid w:val="00635ECA"/>
    <w:rsid w:val="00702833"/>
    <w:rsid w:val="00863704"/>
    <w:rsid w:val="00AB7B77"/>
    <w:rsid w:val="00BC3457"/>
    <w:rsid w:val="00D239D7"/>
    <w:rsid w:val="00DB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C14365F-2B18-45F5-90D9-0DB1E681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704"/>
  </w:style>
  <w:style w:type="paragraph" w:styleId="Footer">
    <w:name w:val="footer"/>
    <w:basedOn w:val="Normal"/>
    <w:link w:val="FooterChar"/>
    <w:uiPriority w:val="99"/>
    <w:unhideWhenUsed/>
    <w:rsid w:val="00863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704"/>
  </w:style>
  <w:style w:type="paragraph" w:styleId="BalloonText">
    <w:name w:val="Balloon Text"/>
    <w:basedOn w:val="Normal"/>
    <w:link w:val="BalloonTextChar"/>
    <w:uiPriority w:val="99"/>
    <w:semiHidden/>
    <w:unhideWhenUsed/>
    <w:rsid w:val="003C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E566B0A6</Template>
  <TotalTime>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Hurt, Shelly L</dc:creator>
  <cp:keywords/>
  <dc:description/>
  <cp:lastModifiedBy>Hurt, Shelly L</cp:lastModifiedBy>
  <cp:revision>11</cp:revision>
  <cp:lastPrinted>2014-12-01T21:33:00Z</cp:lastPrinted>
  <dcterms:created xsi:type="dcterms:W3CDTF">2014-11-21T21:30:00Z</dcterms:created>
  <dcterms:modified xsi:type="dcterms:W3CDTF">2014-12-01T21:36:00Z</dcterms:modified>
</cp:coreProperties>
</file>